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D1596E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Van Junior and Senior High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006503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D1596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D1596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19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D1596E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27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D1596E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19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D1596E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70.4%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73.7%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26.3%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D1596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89.5%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D1596E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5.3%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D1596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5.3%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D1596E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D1596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D1596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D1596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D1596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D1596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D1596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D1596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D1596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26.3%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D1596E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31.6%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D1596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  <w:tc>
          <w:tcPr>
            <w:tcW w:w="912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15.8%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36.8%</w:t>
            </w:r>
          </w:p>
        </w:tc>
        <w:tc>
          <w:tcPr>
            <w:tcW w:w="912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36.8%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26.3%</w:t>
            </w:r>
          </w:p>
        </w:tc>
        <w:tc>
          <w:tcPr>
            <w:tcW w:w="912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  <w:tc>
          <w:tcPr>
            <w:tcW w:w="912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  <w:tc>
          <w:tcPr>
            <w:tcW w:w="912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  <w:tc>
          <w:tcPr>
            <w:tcW w:w="912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  <w:tc>
          <w:tcPr>
            <w:tcW w:w="912" w:type="pct"/>
          </w:tcPr>
          <w:p w:rsidR="00ED0933" w:rsidRPr="007646BD" w:rsidRDefault="00D1596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D1596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84.2%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D1596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D1596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D1596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D1596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D1596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D1596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D1596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5.3%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D1596E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84.2%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D1596E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15.8%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D1596E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D1596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84.2%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D1596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D1596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D1596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D1596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D1596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D1596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D1596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D1596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52.6%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D1596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5.3%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0.0%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D1596E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9B797D" w:rsidRPr="00797E2A" w:rsidRDefault="00D1596E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5.3%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D1596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440" w:type="dxa"/>
          </w:tcPr>
          <w:p w:rsidR="008B42CE" w:rsidRPr="00797E2A" w:rsidRDefault="00D1596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15.8%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D1596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440" w:type="dxa"/>
          </w:tcPr>
          <w:p w:rsidR="008B42CE" w:rsidRPr="00797E2A" w:rsidRDefault="00D1596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42.1%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52.6%</w:t>
            </w:r>
          </w:p>
        </w:tc>
        <w:tc>
          <w:tcPr>
            <w:tcW w:w="1440" w:type="dxa"/>
          </w:tcPr>
          <w:p w:rsidR="00ED0933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31.6%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440" w:type="dxa"/>
          </w:tcPr>
          <w:p w:rsidR="00ED0933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5.3%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36.8%</w:t>
            </w:r>
          </w:p>
        </w:tc>
        <w:tc>
          <w:tcPr>
            <w:tcW w:w="889" w:type="pct"/>
          </w:tcPr>
          <w:p w:rsidR="004206F3" w:rsidRPr="000B28B6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63.2%</w:t>
            </w:r>
          </w:p>
        </w:tc>
        <w:tc>
          <w:tcPr>
            <w:tcW w:w="1011" w:type="pct"/>
          </w:tcPr>
          <w:p w:rsidR="004206F3" w:rsidRPr="000B28B6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42.1%</w:t>
            </w:r>
          </w:p>
        </w:tc>
        <w:tc>
          <w:tcPr>
            <w:tcW w:w="889" w:type="pct"/>
          </w:tcPr>
          <w:p w:rsidR="004206F3" w:rsidRPr="000B28B6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57.9%</w:t>
            </w:r>
          </w:p>
        </w:tc>
        <w:tc>
          <w:tcPr>
            <w:tcW w:w="1011" w:type="pct"/>
          </w:tcPr>
          <w:p w:rsidR="004206F3" w:rsidRPr="000B28B6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68.4%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31.6%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36.8%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47.4%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15.8%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D1596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0.0%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26.3%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370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26.3%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370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36.8%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370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5.3%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370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370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0.0%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370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5.3%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370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57.9%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63.2%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57.9%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D1596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15.8%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26.3%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36.8%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15.8%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26.3%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31.6%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21.1%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15.8%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5.3%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10.5%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D1596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5.3%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47.4%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15.8%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52.6%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26.3%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42.1%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0.0%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5.3%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10.5%</w:t>
            </w:r>
          </w:p>
        </w:tc>
        <w:tc>
          <w:tcPr>
            <w:tcW w:w="126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31.6%</w:t>
            </w:r>
          </w:p>
        </w:tc>
        <w:tc>
          <w:tcPr>
            <w:tcW w:w="1170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36.8%</w:t>
            </w:r>
          </w:p>
        </w:tc>
        <w:tc>
          <w:tcPr>
            <w:tcW w:w="1435" w:type="dxa"/>
            <w:noWrap/>
          </w:tcPr>
          <w:p w:rsidR="00364F87" w:rsidRPr="00797E2A" w:rsidRDefault="00D1596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0.0%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57.9%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42.1%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47.4%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68.4%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63.2%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73.7%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26.3%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26.3%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42.1%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57.9%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47.4%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68.4%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15.8%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D1596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5.3%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96E" w:rsidRDefault="00D1596E" w:rsidP="0035328A">
      <w:pPr>
        <w:spacing w:after="0" w:line="240" w:lineRule="auto"/>
      </w:pPr>
      <w:r>
        <w:separator/>
      </w:r>
    </w:p>
  </w:endnote>
  <w:endnote w:type="continuationSeparator" w:id="0">
    <w:p w:rsidR="00D1596E" w:rsidRDefault="00D1596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D1596E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96E" w:rsidRDefault="00D1596E" w:rsidP="0035328A">
      <w:pPr>
        <w:spacing w:after="0" w:line="240" w:lineRule="auto"/>
      </w:pPr>
      <w:r>
        <w:separator/>
      </w:r>
    </w:p>
  </w:footnote>
  <w:footnote w:type="continuationSeparator" w:id="0">
    <w:p w:rsidR="00D1596E" w:rsidRDefault="00D1596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96E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1596E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D4BF224F-A0BB-486C-801B-A00C7385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4EB70-8A1E-4702-924F-8A0E5325C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2016-04-26T20:04:00Z</dcterms:created>
  <dcterms:modified xsi:type="dcterms:W3CDTF">2016-04-26T20:04:00Z</dcterms:modified>
</cp:coreProperties>
</file>